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561F" w:rsidRDefault="0035561F" w:rsidP="00F02047">
      <w:pPr>
        <w:tabs>
          <w:tab w:val="left" w:pos="133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РЕСПУБЛИКА  КАРЕЛИЯ</w:t>
      </w:r>
    </w:p>
    <w:p w:rsidR="0035561F" w:rsidRDefault="0035561F" w:rsidP="00F02047">
      <w:pPr>
        <w:tabs>
          <w:tab w:val="left" w:pos="133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МУНИЦИПАЛЬНОЕ  ОБРАЗОВАНИЕ</w:t>
      </w:r>
    </w:p>
    <w:p w:rsidR="0035561F" w:rsidRDefault="0035561F" w:rsidP="00F02047">
      <w:pPr>
        <w:tabs>
          <w:tab w:val="left" w:pos="133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«ВОЛОМСКОЕ  СЕЛЬСКОЕ  ПОСЕЛЕНИЕ»</w:t>
      </w:r>
    </w:p>
    <w:p w:rsidR="0035561F" w:rsidRDefault="0035561F" w:rsidP="00F02047">
      <w:pPr>
        <w:tabs>
          <w:tab w:val="left" w:pos="133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СОВЕТ  ВОЛОМСКОГО  СЕЛЬСКОГО  ПОСЕЛЕНИЯ</w:t>
      </w:r>
    </w:p>
    <w:p w:rsidR="0035561F" w:rsidRDefault="0035561F" w:rsidP="00F02047">
      <w:pPr>
        <w:tabs>
          <w:tab w:val="left" w:pos="1335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5561F" w:rsidRDefault="0035561F" w:rsidP="00F02047">
      <w:pPr>
        <w:tabs>
          <w:tab w:val="left" w:pos="1335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РЕШЕНИЕ</w:t>
      </w:r>
    </w:p>
    <w:p w:rsidR="0035561F" w:rsidRPr="00F02047" w:rsidRDefault="0035561F" w:rsidP="00F02047">
      <w:pPr>
        <w:tabs>
          <w:tab w:val="left" w:pos="1335"/>
        </w:tabs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22 сессии 3 </w:t>
      </w:r>
      <w:r w:rsidRPr="00F02047">
        <w:rPr>
          <w:rFonts w:ascii="Times New Roman" w:hAnsi="Times New Roman" w:cs="Times New Roman"/>
          <w:b/>
          <w:bCs/>
          <w:sz w:val="24"/>
          <w:szCs w:val="24"/>
        </w:rPr>
        <w:t>созыва</w:t>
      </w:r>
    </w:p>
    <w:p w:rsidR="0035561F" w:rsidRDefault="0035561F" w:rsidP="0070308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10 ноября 2015  года                                                                                            № 64</w:t>
      </w:r>
    </w:p>
    <w:p w:rsidR="0035561F" w:rsidRDefault="0035561F" w:rsidP="00703087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35561F" w:rsidRPr="008F3B4C" w:rsidRDefault="0035561F" w:rsidP="0070308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F3B4C">
        <w:rPr>
          <w:rFonts w:ascii="Times New Roman" w:hAnsi="Times New Roman" w:cs="Times New Roman"/>
          <w:sz w:val="24"/>
          <w:szCs w:val="24"/>
        </w:rPr>
        <w:t>О передаче (принятии) части  полномочий  по</w:t>
      </w:r>
    </w:p>
    <w:p w:rsidR="0035561F" w:rsidRPr="008F3B4C" w:rsidRDefault="0035561F" w:rsidP="007030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3B4C">
        <w:rPr>
          <w:rFonts w:ascii="Times New Roman" w:hAnsi="Times New Roman" w:cs="Times New Roman"/>
          <w:sz w:val="24"/>
          <w:szCs w:val="24"/>
        </w:rPr>
        <w:t xml:space="preserve">решению вопросов местного значения Администрацией </w:t>
      </w:r>
    </w:p>
    <w:p w:rsidR="0035561F" w:rsidRPr="008F3B4C" w:rsidRDefault="0035561F" w:rsidP="007030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Воломского</w:t>
      </w:r>
      <w:r w:rsidRPr="008F3B4C">
        <w:rPr>
          <w:rFonts w:ascii="Times New Roman" w:hAnsi="Times New Roman" w:cs="Times New Roman"/>
          <w:sz w:val="24"/>
          <w:szCs w:val="24"/>
        </w:rPr>
        <w:t xml:space="preserve"> сельского поселения и Администрации </w:t>
      </w:r>
    </w:p>
    <w:p w:rsidR="0035561F" w:rsidRPr="008F3B4C" w:rsidRDefault="0035561F" w:rsidP="007030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3B4C">
        <w:rPr>
          <w:rFonts w:ascii="Times New Roman" w:hAnsi="Times New Roman" w:cs="Times New Roman"/>
          <w:sz w:val="24"/>
          <w:szCs w:val="24"/>
        </w:rPr>
        <w:t>Муезерского муниципального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F3B4C">
        <w:rPr>
          <w:rFonts w:ascii="Times New Roman" w:hAnsi="Times New Roman" w:cs="Times New Roman"/>
          <w:sz w:val="24"/>
          <w:szCs w:val="24"/>
        </w:rPr>
        <w:t>района.</w:t>
      </w:r>
    </w:p>
    <w:p w:rsidR="0035561F" w:rsidRPr="008F3B4C" w:rsidRDefault="0035561F" w:rsidP="00703087">
      <w:pPr>
        <w:rPr>
          <w:rFonts w:ascii="Times New Roman" w:hAnsi="Times New Roman" w:cs="Times New Roman"/>
          <w:sz w:val="24"/>
          <w:szCs w:val="24"/>
        </w:rPr>
      </w:pPr>
    </w:p>
    <w:p w:rsidR="0035561F" w:rsidRDefault="0035561F" w:rsidP="00DA247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F3B4C">
        <w:rPr>
          <w:rFonts w:ascii="Times New Roman" w:hAnsi="Times New Roman" w:cs="Times New Roman"/>
          <w:sz w:val="24"/>
          <w:szCs w:val="24"/>
        </w:rPr>
        <w:t xml:space="preserve">На основании части 4 статьи 15 Федерального закона от </w:t>
      </w:r>
      <w:r>
        <w:rPr>
          <w:rFonts w:ascii="Times New Roman" w:hAnsi="Times New Roman" w:cs="Times New Roman"/>
          <w:sz w:val="24"/>
          <w:szCs w:val="24"/>
        </w:rPr>
        <w:t>6 октября 2003 года № 131-ФЗ</w:t>
      </w:r>
      <w:r w:rsidRPr="008F3B4C">
        <w:rPr>
          <w:rFonts w:ascii="Times New Roman" w:hAnsi="Times New Roman" w:cs="Times New Roman"/>
          <w:sz w:val="24"/>
          <w:szCs w:val="24"/>
        </w:rPr>
        <w:t xml:space="preserve"> «Об общих принципах организации местного самоуправления в Российской Федерации», Федерального закона от 27.05.2014 года №136 «О внесении изменений в </w:t>
      </w:r>
      <w:r>
        <w:rPr>
          <w:rFonts w:ascii="Times New Roman" w:hAnsi="Times New Roman" w:cs="Times New Roman"/>
          <w:sz w:val="24"/>
          <w:szCs w:val="24"/>
        </w:rPr>
        <w:t xml:space="preserve">статью 26.3 Федерального закона </w:t>
      </w:r>
      <w:r w:rsidRPr="008F3B4C">
        <w:rPr>
          <w:rFonts w:ascii="Times New Roman" w:hAnsi="Times New Roman" w:cs="Times New Roman"/>
          <w:sz w:val="24"/>
          <w:szCs w:val="24"/>
        </w:rPr>
        <w:t xml:space="preserve">«Об общих принципах организации законодательных (представительных) и исполнительных органов государственной власти </w:t>
      </w:r>
      <w:r>
        <w:rPr>
          <w:rFonts w:ascii="Times New Roman" w:hAnsi="Times New Roman" w:cs="Times New Roman"/>
          <w:sz w:val="24"/>
          <w:szCs w:val="24"/>
        </w:rPr>
        <w:t xml:space="preserve">субъектов Российской Федерации», </w:t>
      </w:r>
      <w:r w:rsidRPr="008F3B4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5561F" w:rsidRPr="008F3B4C" w:rsidRDefault="0035561F" w:rsidP="00DA247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F3B4C">
        <w:rPr>
          <w:rFonts w:ascii="Times New Roman" w:hAnsi="Times New Roman" w:cs="Times New Roman"/>
          <w:b/>
          <w:bCs/>
          <w:sz w:val="24"/>
          <w:szCs w:val="24"/>
        </w:rPr>
        <w:t xml:space="preserve">Совет </w:t>
      </w:r>
      <w:r>
        <w:rPr>
          <w:rFonts w:ascii="Times New Roman" w:hAnsi="Times New Roman" w:cs="Times New Roman"/>
          <w:b/>
          <w:bCs/>
          <w:sz w:val="24"/>
          <w:szCs w:val="24"/>
        </w:rPr>
        <w:t>Воломского</w:t>
      </w:r>
      <w:r w:rsidRPr="008F3B4C">
        <w:rPr>
          <w:rFonts w:ascii="Times New Roman" w:hAnsi="Times New Roman" w:cs="Times New Roman"/>
          <w:b/>
          <w:bCs/>
          <w:sz w:val="24"/>
          <w:szCs w:val="24"/>
        </w:rPr>
        <w:t xml:space="preserve"> сельского поселения решил:</w:t>
      </w:r>
    </w:p>
    <w:p w:rsidR="0035561F" w:rsidRPr="008F3B4C" w:rsidRDefault="0035561F" w:rsidP="00DA247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F3B4C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Передать Администрации </w:t>
      </w:r>
      <w:r w:rsidRPr="008F3B4C">
        <w:rPr>
          <w:rFonts w:ascii="Times New Roman" w:hAnsi="Times New Roman" w:cs="Times New Roman"/>
          <w:sz w:val="24"/>
          <w:szCs w:val="24"/>
        </w:rPr>
        <w:t>Муезерског</w:t>
      </w:r>
      <w:r>
        <w:rPr>
          <w:rFonts w:ascii="Times New Roman" w:hAnsi="Times New Roman" w:cs="Times New Roman"/>
          <w:sz w:val="24"/>
          <w:szCs w:val="24"/>
        </w:rPr>
        <w:t xml:space="preserve">о муниципального района на 2016 год следующие полномочия, </w:t>
      </w:r>
      <w:r w:rsidRPr="008F3B4C">
        <w:rPr>
          <w:rFonts w:ascii="Times New Roman" w:hAnsi="Times New Roman" w:cs="Times New Roman"/>
          <w:sz w:val="24"/>
          <w:szCs w:val="24"/>
        </w:rPr>
        <w:t xml:space="preserve">относящиеся к вопросам местного значения </w:t>
      </w:r>
      <w:r>
        <w:rPr>
          <w:rFonts w:ascii="Times New Roman" w:hAnsi="Times New Roman" w:cs="Times New Roman"/>
          <w:sz w:val="24"/>
          <w:szCs w:val="24"/>
        </w:rPr>
        <w:t>Воломского</w:t>
      </w:r>
      <w:r w:rsidRPr="008F3B4C">
        <w:rPr>
          <w:rFonts w:ascii="Times New Roman" w:hAnsi="Times New Roman" w:cs="Times New Roman"/>
          <w:sz w:val="24"/>
          <w:szCs w:val="24"/>
        </w:rPr>
        <w:t xml:space="preserve"> сельского поселения:</w:t>
      </w:r>
    </w:p>
    <w:p w:rsidR="0035561F" w:rsidRPr="008F3B4C" w:rsidRDefault="0035561F" w:rsidP="00DA247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F3B4C">
        <w:rPr>
          <w:rFonts w:ascii="Times New Roman" w:hAnsi="Times New Roman" w:cs="Times New Roman"/>
          <w:sz w:val="24"/>
          <w:szCs w:val="24"/>
        </w:rPr>
        <w:t>- составление и рассмотрение проекта бюджета поселения, утверждение и исполнение бюджета поселения, осуществление контроля за его исполнением, составление и утверждение отчета об исполнении бюджета поселения (без передачи финансовых средств);</w:t>
      </w:r>
    </w:p>
    <w:p w:rsidR="0035561F" w:rsidRPr="008F3B4C" w:rsidRDefault="0035561F" w:rsidP="00DA247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8F3B4C">
        <w:rPr>
          <w:rFonts w:ascii="Times New Roman" w:hAnsi="Times New Roman" w:cs="Times New Roman"/>
          <w:sz w:val="24"/>
          <w:szCs w:val="24"/>
        </w:rPr>
        <w:t>формирование архивных фондов поселения (без передачи фи</w:t>
      </w:r>
      <w:r>
        <w:rPr>
          <w:rFonts w:ascii="Times New Roman" w:hAnsi="Times New Roman" w:cs="Times New Roman"/>
          <w:sz w:val="24"/>
          <w:szCs w:val="24"/>
        </w:rPr>
        <w:t>нансовых средств);</w:t>
      </w:r>
    </w:p>
    <w:p w:rsidR="0035561F" w:rsidRPr="008F3B4C" w:rsidRDefault="0035561F" w:rsidP="00DA247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8F3B4C">
        <w:rPr>
          <w:rFonts w:ascii="Times New Roman" w:hAnsi="Times New Roman" w:cs="Times New Roman"/>
          <w:sz w:val="24"/>
          <w:szCs w:val="24"/>
        </w:rPr>
        <w:t>создание условий для обеспечения жителей поселения услугами организаций культуры (с передачей финансовых средств и материальных ресурсов);</w:t>
      </w:r>
    </w:p>
    <w:p w:rsidR="0035561F" w:rsidRPr="008F3B4C" w:rsidRDefault="0035561F" w:rsidP="00DA247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F3B4C">
        <w:rPr>
          <w:rFonts w:ascii="Times New Roman" w:hAnsi="Times New Roman" w:cs="Times New Roman"/>
          <w:sz w:val="24"/>
          <w:szCs w:val="24"/>
        </w:rPr>
        <w:t>- содействие в развитии сельскохозяйственного производства, создание условий для развития малого и среднего предпринимательства (без передачи финансовых средств);</w:t>
      </w:r>
    </w:p>
    <w:p w:rsidR="0035561F" w:rsidRPr="008F3B4C" w:rsidRDefault="0035561F" w:rsidP="00DA247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8F3B4C">
        <w:rPr>
          <w:rFonts w:ascii="Times New Roman" w:hAnsi="Times New Roman" w:cs="Times New Roman"/>
          <w:sz w:val="24"/>
          <w:szCs w:val="24"/>
        </w:rPr>
        <w:t>по участию в предупреждении и ликвидации последствий чрезвычайных ситуаций в границах поселения;</w:t>
      </w:r>
    </w:p>
    <w:p w:rsidR="0035561F" w:rsidRDefault="0035561F" w:rsidP="00DA2479">
      <w:pPr>
        <w:pStyle w:val="Con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8F3B4C">
        <w:rPr>
          <w:rFonts w:ascii="Times New Roman" w:hAnsi="Times New Roman" w:cs="Times New Roman"/>
          <w:sz w:val="24"/>
          <w:szCs w:val="24"/>
        </w:rPr>
        <w:t xml:space="preserve"> по организации размещения заказов для муниципальных нужд,  за исключением подписания муниципальных контрактов на поставки товаров, выполнение работ, оказание услуг для муниципальных нужд;</w:t>
      </w:r>
    </w:p>
    <w:p w:rsidR="0035561F" w:rsidRPr="008F3B4C" w:rsidRDefault="0035561F" w:rsidP="00DA2479">
      <w:pPr>
        <w:pStyle w:val="Con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5561F" w:rsidRPr="008F3B4C" w:rsidRDefault="0035561F" w:rsidP="00DA247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F3B4C">
        <w:rPr>
          <w:rFonts w:ascii="Times New Roman" w:hAnsi="Times New Roman" w:cs="Times New Roman"/>
          <w:sz w:val="24"/>
          <w:szCs w:val="24"/>
        </w:rPr>
        <w:t>- полномочия контрольно-счетного органа по осуществлению внешнего муниципального финансового контроля;</w:t>
      </w:r>
    </w:p>
    <w:p w:rsidR="0035561F" w:rsidRPr="008F3B4C" w:rsidRDefault="0035561F" w:rsidP="00DA247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F3B4C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 xml:space="preserve"> Принять Администрацией Воломского сельского поселения </w:t>
      </w:r>
      <w:r w:rsidRPr="008F3B4C">
        <w:rPr>
          <w:rFonts w:ascii="Times New Roman" w:hAnsi="Times New Roman" w:cs="Times New Roman"/>
          <w:sz w:val="24"/>
          <w:szCs w:val="24"/>
        </w:rPr>
        <w:t>от Администрации Муезерско</w:t>
      </w:r>
      <w:r>
        <w:rPr>
          <w:rFonts w:ascii="Times New Roman" w:hAnsi="Times New Roman" w:cs="Times New Roman"/>
          <w:sz w:val="24"/>
          <w:szCs w:val="24"/>
        </w:rPr>
        <w:t xml:space="preserve">го муниципального района на 2016 год следующие полномочия, </w:t>
      </w:r>
      <w:r w:rsidRPr="008F3B4C">
        <w:rPr>
          <w:rFonts w:ascii="Times New Roman" w:hAnsi="Times New Roman" w:cs="Times New Roman"/>
          <w:sz w:val="24"/>
          <w:szCs w:val="24"/>
        </w:rPr>
        <w:t>относящиеся к вопросам местного значения Муезерского муниципального района</w:t>
      </w:r>
    </w:p>
    <w:p w:rsidR="0035561F" w:rsidRDefault="0035561F" w:rsidP="00DA247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F3B4C">
        <w:rPr>
          <w:rFonts w:ascii="Times New Roman" w:hAnsi="Times New Roman" w:cs="Times New Roman"/>
          <w:sz w:val="24"/>
          <w:szCs w:val="24"/>
        </w:rPr>
        <w:t>- организация и содержание мест захоронения в границах поселения (без передачи финансовых средств).</w:t>
      </w:r>
    </w:p>
    <w:p w:rsidR="0035561F" w:rsidRPr="008F3B4C" w:rsidRDefault="0035561F" w:rsidP="00DA247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F3B4C">
        <w:rPr>
          <w:rFonts w:ascii="Times New Roman" w:hAnsi="Times New Roman" w:cs="Times New Roman"/>
          <w:sz w:val="24"/>
          <w:szCs w:val="24"/>
        </w:rPr>
        <w:t>- постановка граждан на учет в качестве нуждающихся в жилых помещениях;</w:t>
      </w:r>
    </w:p>
    <w:p w:rsidR="0035561F" w:rsidRPr="008F3B4C" w:rsidRDefault="0035561F" w:rsidP="00DA2479">
      <w:pPr>
        <w:shd w:val="clear" w:color="auto" w:fill="FFFFFF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F3B4C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F3B4C">
        <w:rPr>
          <w:rFonts w:ascii="Times New Roman" w:hAnsi="Times New Roman" w:cs="Times New Roman"/>
          <w:color w:val="000000"/>
          <w:sz w:val="24"/>
          <w:szCs w:val="24"/>
        </w:rPr>
        <w:t>принятие решений о предоставлении жилых помещений муниципального жилищного фонда по договорам социального найма жилого помещения, специализированных жилых помещений муниципального жилищного фонда по договорам найма специализированного жилого помещения;</w:t>
      </w:r>
    </w:p>
    <w:p w:rsidR="0035561F" w:rsidRPr="008F3B4C" w:rsidRDefault="0035561F" w:rsidP="00DA2479">
      <w:pPr>
        <w:shd w:val="clear" w:color="auto" w:fill="FFFFFF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F3B4C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E0009A">
        <w:rPr>
          <w:rFonts w:ascii="Times New Roman" w:hAnsi="Times New Roman" w:cs="Times New Roman"/>
          <w:color w:val="000000"/>
          <w:sz w:val="24"/>
          <w:szCs w:val="24"/>
        </w:rPr>
        <w:t>выд</w:t>
      </w:r>
      <w:r w:rsidRPr="008F3B4C">
        <w:rPr>
          <w:rFonts w:ascii="Times New Roman" w:hAnsi="Times New Roman" w:cs="Times New Roman"/>
          <w:color w:val="000000"/>
          <w:sz w:val="24"/>
          <w:szCs w:val="24"/>
        </w:rPr>
        <w:t>ача разрешений на вселение в занимаемое жилое помещение по договору социального найма иных лиц, на передачу в поднаем жилого помещения, предоставленного по договору социального найма, на обмен жилыми помещениями, предоставленными по договорам социального найма.</w:t>
      </w:r>
    </w:p>
    <w:p w:rsidR="0035561F" w:rsidRPr="008F3B4C" w:rsidRDefault="0035561F" w:rsidP="00DA247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F3B4C">
        <w:rPr>
          <w:rFonts w:ascii="Times New Roman" w:hAnsi="Times New Roman" w:cs="Times New Roman"/>
          <w:sz w:val="24"/>
          <w:szCs w:val="24"/>
        </w:rPr>
        <w:t xml:space="preserve">3. Поручить Главе </w:t>
      </w:r>
      <w:r>
        <w:rPr>
          <w:rFonts w:ascii="Times New Roman" w:hAnsi="Times New Roman" w:cs="Times New Roman"/>
          <w:sz w:val="24"/>
          <w:szCs w:val="24"/>
        </w:rPr>
        <w:t>Воломского</w:t>
      </w:r>
      <w:r w:rsidRPr="008F3B4C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r>
        <w:rPr>
          <w:rFonts w:ascii="Times New Roman" w:hAnsi="Times New Roman" w:cs="Times New Roman"/>
          <w:sz w:val="24"/>
          <w:szCs w:val="24"/>
        </w:rPr>
        <w:t>Андрееву Сергею Анатольевичу</w:t>
      </w:r>
      <w:r w:rsidRPr="008F3B4C">
        <w:rPr>
          <w:rFonts w:ascii="Times New Roman" w:hAnsi="Times New Roman" w:cs="Times New Roman"/>
          <w:sz w:val="24"/>
          <w:szCs w:val="24"/>
        </w:rPr>
        <w:t xml:space="preserve"> заключить соглашение с администрацией </w:t>
      </w:r>
      <w:r>
        <w:rPr>
          <w:rFonts w:ascii="Times New Roman" w:hAnsi="Times New Roman" w:cs="Times New Roman"/>
          <w:sz w:val="24"/>
          <w:szCs w:val="24"/>
        </w:rPr>
        <w:t xml:space="preserve">Муезерского муниципального </w:t>
      </w:r>
      <w:r w:rsidRPr="008F3B4C">
        <w:rPr>
          <w:rFonts w:ascii="Times New Roman" w:hAnsi="Times New Roman" w:cs="Times New Roman"/>
          <w:sz w:val="24"/>
          <w:szCs w:val="24"/>
        </w:rPr>
        <w:t>района о переда</w:t>
      </w:r>
      <w:r>
        <w:rPr>
          <w:rFonts w:ascii="Times New Roman" w:hAnsi="Times New Roman" w:cs="Times New Roman"/>
          <w:sz w:val="24"/>
          <w:szCs w:val="24"/>
        </w:rPr>
        <w:t xml:space="preserve">че вышеуказанных полномочий. </w:t>
      </w:r>
    </w:p>
    <w:p w:rsidR="0035561F" w:rsidRDefault="0035561F" w:rsidP="00DA247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F3B4C">
        <w:rPr>
          <w:rFonts w:ascii="Times New Roman" w:hAnsi="Times New Roman" w:cs="Times New Roman"/>
          <w:sz w:val="24"/>
          <w:szCs w:val="24"/>
        </w:rPr>
        <w:t xml:space="preserve">4. Опубликовать (обнародовать) настоящее решение путем </w:t>
      </w:r>
      <w:r w:rsidRPr="00DA2479">
        <w:rPr>
          <w:rFonts w:ascii="Times New Roman" w:hAnsi="Times New Roman" w:cs="Times New Roman"/>
          <w:sz w:val="24"/>
          <w:szCs w:val="24"/>
        </w:rPr>
        <w:t xml:space="preserve">вывешивания на доске объявлений на улице и размещения на официальном интернет – сайте Муезерского муниципального района с адресом доступа - </w:t>
      </w:r>
      <w:hyperlink r:id="rId5" w:history="1">
        <w:r w:rsidRPr="00DA2479">
          <w:rPr>
            <w:rStyle w:val="Hyperlink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DA2479">
          <w:rPr>
            <w:rStyle w:val="Hyperlink"/>
            <w:rFonts w:ascii="Times New Roman" w:hAnsi="Times New Roman" w:cs="Times New Roman"/>
            <w:sz w:val="24"/>
            <w:szCs w:val="24"/>
          </w:rPr>
          <w:t>://</w:t>
        </w:r>
        <w:r w:rsidRPr="00DA2479">
          <w:rPr>
            <w:rStyle w:val="Hyperlink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DA2479">
          <w:rPr>
            <w:rStyle w:val="Hyperlink"/>
            <w:rFonts w:ascii="Times New Roman" w:hAnsi="Times New Roman" w:cs="Times New Roman"/>
            <w:sz w:val="24"/>
            <w:szCs w:val="24"/>
          </w:rPr>
          <w:t>.</w:t>
        </w:r>
        <w:r w:rsidRPr="00DA2479">
          <w:rPr>
            <w:rStyle w:val="Hyperlink"/>
            <w:rFonts w:ascii="Times New Roman" w:hAnsi="Times New Roman" w:cs="Times New Roman"/>
            <w:sz w:val="24"/>
            <w:szCs w:val="24"/>
            <w:lang w:val="en-US"/>
          </w:rPr>
          <w:t>muezersky</w:t>
        </w:r>
        <w:r w:rsidRPr="00DA2479">
          <w:rPr>
            <w:rStyle w:val="Hyperlink"/>
            <w:rFonts w:ascii="Times New Roman" w:hAnsi="Times New Roman" w:cs="Times New Roman"/>
            <w:sz w:val="24"/>
            <w:szCs w:val="24"/>
          </w:rPr>
          <w:t>.</w:t>
        </w:r>
        <w:r w:rsidRPr="00DA2479">
          <w:rPr>
            <w:rStyle w:val="Hyperlink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  <w:r w:rsidRPr="00DA2479">
        <w:rPr>
          <w:rFonts w:ascii="Times New Roman" w:hAnsi="Times New Roman" w:cs="Times New Roman"/>
          <w:sz w:val="24"/>
          <w:szCs w:val="24"/>
        </w:rPr>
        <w:t xml:space="preserve"> (страница Воломского сельского поселения).</w:t>
      </w:r>
    </w:p>
    <w:p w:rsidR="0035561F" w:rsidRPr="008F3B4C" w:rsidRDefault="0035561F" w:rsidP="00DA247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5561F" w:rsidRPr="008F3B4C" w:rsidRDefault="0035561F" w:rsidP="00703087">
      <w:pPr>
        <w:rPr>
          <w:rFonts w:ascii="Times New Roman" w:hAnsi="Times New Roman" w:cs="Times New Roman"/>
          <w:sz w:val="24"/>
          <w:szCs w:val="24"/>
        </w:rPr>
      </w:pPr>
      <w:r w:rsidRPr="008F3B4C">
        <w:rPr>
          <w:rFonts w:ascii="Times New Roman" w:hAnsi="Times New Roman" w:cs="Times New Roman"/>
          <w:sz w:val="24"/>
          <w:szCs w:val="24"/>
        </w:rPr>
        <w:t xml:space="preserve">Глава </w:t>
      </w:r>
      <w:r>
        <w:rPr>
          <w:rFonts w:ascii="Times New Roman" w:hAnsi="Times New Roman" w:cs="Times New Roman"/>
          <w:sz w:val="24"/>
          <w:szCs w:val="24"/>
        </w:rPr>
        <w:t>Воломского сельского поселения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С.А.Андреев</w:t>
      </w:r>
      <w:r w:rsidRPr="008F3B4C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35561F" w:rsidRDefault="0035561F" w:rsidP="0072292C">
      <w:pPr>
        <w:rPr>
          <w:rFonts w:ascii="Times New Roman" w:hAnsi="Times New Roman" w:cs="Times New Roman"/>
          <w:sz w:val="24"/>
          <w:szCs w:val="24"/>
        </w:rPr>
      </w:pPr>
      <w:r w:rsidRPr="008F3B4C">
        <w:rPr>
          <w:rFonts w:ascii="Times New Roman" w:hAnsi="Times New Roman" w:cs="Times New Roman"/>
          <w:sz w:val="24"/>
          <w:szCs w:val="24"/>
        </w:rPr>
        <w:t xml:space="preserve">Председатель Совета </w:t>
      </w:r>
      <w:r>
        <w:rPr>
          <w:rFonts w:ascii="Times New Roman" w:hAnsi="Times New Roman" w:cs="Times New Roman"/>
          <w:sz w:val="24"/>
          <w:szCs w:val="24"/>
        </w:rPr>
        <w:t>Воломского</w:t>
      </w:r>
      <w:r w:rsidRPr="008F3B4C">
        <w:rPr>
          <w:rFonts w:ascii="Times New Roman" w:hAnsi="Times New Roman" w:cs="Times New Roman"/>
          <w:sz w:val="24"/>
          <w:szCs w:val="24"/>
        </w:rPr>
        <w:t xml:space="preserve"> сельского п</w:t>
      </w:r>
      <w:r>
        <w:rPr>
          <w:rFonts w:ascii="Times New Roman" w:hAnsi="Times New Roman" w:cs="Times New Roman"/>
          <w:sz w:val="24"/>
          <w:szCs w:val="24"/>
        </w:rPr>
        <w:t xml:space="preserve">оселения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Т.И.Кипер </w:t>
      </w:r>
    </w:p>
    <w:p w:rsidR="0035561F" w:rsidRPr="00F02047" w:rsidRDefault="0035561F" w:rsidP="00D75B0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5561F" w:rsidRDefault="0035561F" w:rsidP="00F02047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5561F" w:rsidRDefault="0035561F" w:rsidP="00F02047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5561F" w:rsidRDefault="0035561F" w:rsidP="00F02047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5561F" w:rsidRDefault="0035561F" w:rsidP="00B831BC">
      <w:pPr>
        <w:tabs>
          <w:tab w:val="left" w:pos="133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35561F" w:rsidSect="00EE1A95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B4167D"/>
    <w:multiLevelType w:val="hybridMultilevel"/>
    <w:tmpl w:val="446C4A7E"/>
    <w:lvl w:ilvl="0" w:tplc="22322288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80" w:hanging="360"/>
      </w:pPr>
    </w:lvl>
    <w:lvl w:ilvl="2" w:tplc="0419001B">
      <w:start w:val="1"/>
      <w:numFmt w:val="lowerRoman"/>
      <w:lvlText w:val="%3."/>
      <w:lvlJc w:val="right"/>
      <w:pPr>
        <w:ind w:left="2400" w:hanging="180"/>
      </w:pPr>
    </w:lvl>
    <w:lvl w:ilvl="3" w:tplc="0419000F">
      <w:start w:val="1"/>
      <w:numFmt w:val="decimal"/>
      <w:lvlText w:val="%4."/>
      <w:lvlJc w:val="left"/>
      <w:pPr>
        <w:ind w:left="3120" w:hanging="360"/>
      </w:pPr>
    </w:lvl>
    <w:lvl w:ilvl="4" w:tplc="04190019">
      <w:start w:val="1"/>
      <w:numFmt w:val="lowerLetter"/>
      <w:lvlText w:val="%5."/>
      <w:lvlJc w:val="left"/>
      <w:pPr>
        <w:ind w:left="3840" w:hanging="360"/>
      </w:pPr>
    </w:lvl>
    <w:lvl w:ilvl="5" w:tplc="0419001B">
      <w:start w:val="1"/>
      <w:numFmt w:val="lowerRoman"/>
      <w:lvlText w:val="%6."/>
      <w:lvlJc w:val="right"/>
      <w:pPr>
        <w:ind w:left="4560" w:hanging="180"/>
      </w:pPr>
    </w:lvl>
    <w:lvl w:ilvl="6" w:tplc="0419000F">
      <w:start w:val="1"/>
      <w:numFmt w:val="decimal"/>
      <w:lvlText w:val="%7."/>
      <w:lvlJc w:val="left"/>
      <w:pPr>
        <w:ind w:left="5280" w:hanging="360"/>
      </w:pPr>
    </w:lvl>
    <w:lvl w:ilvl="7" w:tplc="04190019">
      <w:start w:val="1"/>
      <w:numFmt w:val="lowerLetter"/>
      <w:lvlText w:val="%8."/>
      <w:lvlJc w:val="left"/>
      <w:pPr>
        <w:ind w:left="6000" w:hanging="360"/>
      </w:pPr>
    </w:lvl>
    <w:lvl w:ilvl="8" w:tplc="0419001B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0264E"/>
    <w:rsid w:val="00026D61"/>
    <w:rsid w:val="00064CC3"/>
    <w:rsid w:val="00082827"/>
    <w:rsid w:val="00104916"/>
    <w:rsid w:val="001105D9"/>
    <w:rsid w:val="00116F42"/>
    <w:rsid w:val="00144377"/>
    <w:rsid w:val="001F1108"/>
    <w:rsid w:val="001F64BC"/>
    <w:rsid w:val="002C5DFB"/>
    <w:rsid w:val="00307C1D"/>
    <w:rsid w:val="00330E3C"/>
    <w:rsid w:val="0035561F"/>
    <w:rsid w:val="00385FAB"/>
    <w:rsid w:val="0040264E"/>
    <w:rsid w:val="004955B0"/>
    <w:rsid w:val="004D43BA"/>
    <w:rsid w:val="00502484"/>
    <w:rsid w:val="00540DD6"/>
    <w:rsid w:val="00554140"/>
    <w:rsid w:val="006437BA"/>
    <w:rsid w:val="00661E03"/>
    <w:rsid w:val="006977B0"/>
    <w:rsid w:val="00703087"/>
    <w:rsid w:val="00715EA1"/>
    <w:rsid w:val="0072292C"/>
    <w:rsid w:val="007265FF"/>
    <w:rsid w:val="00741C0B"/>
    <w:rsid w:val="007737B5"/>
    <w:rsid w:val="0079454C"/>
    <w:rsid w:val="007C5E1F"/>
    <w:rsid w:val="007F4576"/>
    <w:rsid w:val="00877DE2"/>
    <w:rsid w:val="008F3B4C"/>
    <w:rsid w:val="00910C3F"/>
    <w:rsid w:val="00923DA4"/>
    <w:rsid w:val="009522AE"/>
    <w:rsid w:val="0096673D"/>
    <w:rsid w:val="009710F4"/>
    <w:rsid w:val="009B176A"/>
    <w:rsid w:val="00A0780D"/>
    <w:rsid w:val="00A506C2"/>
    <w:rsid w:val="00A77694"/>
    <w:rsid w:val="00A843A0"/>
    <w:rsid w:val="00AA489B"/>
    <w:rsid w:val="00AC3B54"/>
    <w:rsid w:val="00AE2693"/>
    <w:rsid w:val="00B831BC"/>
    <w:rsid w:val="00C05A9D"/>
    <w:rsid w:val="00C123D0"/>
    <w:rsid w:val="00C909A8"/>
    <w:rsid w:val="00C93004"/>
    <w:rsid w:val="00C93A03"/>
    <w:rsid w:val="00CC7D8E"/>
    <w:rsid w:val="00CE5F4F"/>
    <w:rsid w:val="00CF050E"/>
    <w:rsid w:val="00D75B09"/>
    <w:rsid w:val="00D87C35"/>
    <w:rsid w:val="00DA2479"/>
    <w:rsid w:val="00DC1B57"/>
    <w:rsid w:val="00DF197F"/>
    <w:rsid w:val="00E0009A"/>
    <w:rsid w:val="00E34573"/>
    <w:rsid w:val="00E5122C"/>
    <w:rsid w:val="00EE1A95"/>
    <w:rsid w:val="00F02047"/>
    <w:rsid w:val="00F90829"/>
    <w:rsid w:val="00FB2350"/>
    <w:rsid w:val="00FE40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176A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9B17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Hyperlink">
    <w:name w:val="Hyperlink"/>
    <w:basedOn w:val="DefaultParagraphFont"/>
    <w:uiPriority w:val="99"/>
    <w:rsid w:val="00F02047"/>
    <w:rPr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502484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rsid w:val="007945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9454C"/>
    <w:rPr>
      <w:rFonts w:ascii="Tahoma" w:hAnsi="Tahoma" w:cs="Tahoma"/>
      <w:sz w:val="16"/>
      <w:szCs w:val="16"/>
    </w:rPr>
  </w:style>
  <w:style w:type="paragraph" w:customStyle="1" w:styleId="a">
    <w:name w:val="Знак"/>
    <w:basedOn w:val="Normal"/>
    <w:uiPriority w:val="99"/>
    <w:rsid w:val="00FE400D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Normal">
    <w:name w:val="ConsNormal"/>
    <w:uiPriority w:val="99"/>
    <w:rsid w:val="00703087"/>
    <w:pPr>
      <w:widowControl w:val="0"/>
      <w:suppressAutoHyphens/>
      <w:ind w:firstLine="720"/>
    </w:pPr>
    <w:rPr>
      <w:rFonts w:ascii="Arial" w:hAnsi="Arial" w:cs="Arial"/>
      <w:kern w:val="1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0426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26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muezersky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22</TotalTime>
  <Pages>2</Pages>
  <Words>540</Words>
  <Characters>3078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   КАРЕЛИЯ</dc:title>
  <dc:subject/>
  <dc:creator>user</dc:creator>
  <cp:keywords/>
  <dc:description/>
  <cp:lastModifiedBy>123</cp:lastModifiedBy>
  <cp:revision>5</cp:revision>
  <cp:lastPrinted>2015-11-10T11:39:00Z</cp:lastPrinted>
  <dcterms:created xsi:type="dcterms:W3CDTF">2015-11-23T09:40:00Z</dcterms:created>
  <dcterms:modified xsi:type="dcterms:W3CDTF">2015-11-27T07:48:00Z</dcterms:modified>
</cp:coreProperties>
</file>