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ADB" w:rsidRDefault="00505ADB" w:rsidP="00244E37">
      <w:pPr>
        <w:pStyle w:val="Heading5"/>
        <w:tabs>
          <w:tab w:val="center" w:pos="5627"/>
          <w:tab w:val="left" w:pos="8480"/>
        </w:tabs>
        <w:jc w:val="center"/>
        <w:rPr>
          <w:rFonts w:ascii="Times New Roman" w:hAnsi="Times New Roman"/>
          <w:b/>
        </w:rPr>
      </w:pPr>
    </w:p>
    <w:p w:rsidR="00505ADB" w:rsidRPr="006440D3" w:rsidRDefault="00505ADB" w:rsidP="006440D3"/>
    <w:p w:rsidR="00505ADB" w:rsidRPr="00967EF8" w:rsidRDefault="00505ADB" w:rsidP="00244E37">
      <w:pPr>
        <w:pStyle w:val="Heading5"/>
        <w:tabs>
          <w:tab w:val="center" w:pos="5627"/>
          <w:tab w:val="left" w:pos="8480"/>
        </w:tabs>
        <w:jc w:val="center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>РЕСПУБЛИКА  КАРЕЛИЯ</w:t>
      </w:r>
    </w:p>
    <w:p w:rsidR="00505ADB" w:rsidRPr="00967EF8" w:rsidRDefault="00505ADB" w:rsidP="00097E15">
      <w:pPr>
        <w:rPr>
          <w:b/>
          <w:sz w:val="24"/>
        </w:rPr>
      </w:pPr>
      <w:r w:rsidRPr="00967EF8">
        <w:rPr>
          <w:b/>
          <w:sz w:val="24"/>
        </w:rPr>
        <w:t xml:space="preserve">                                            МУНИЦИПАЛЬНОЕ   ОБРАЗОВАНИЕ  </w:t>
      </w:r>
    </w:p>
    <w:p w:rsidR="00505ADB" w:rsidRPr="00967EF8" w:rsidRDefault="00505ADB" w:rsidP="00244E37">
      <w:pPr>
        <w:jc w:val="center"/>
        <w:rPr>
          <w:b/>
          <w:sz w:val="24"/>
        </w:rPr>
      </w:pPr>
      <w:r w:rsidRPr="00967EF8">
        <w:rPr>
          <w:b/>
          <w:sz w:val="24"/>
        </w:rPr>
        <w:t xml:space="preserve">« </w:t>
      </w:r>
      <w:r>
        <w:rPr>
          <w:b/>
          <w:sz w:val="24"/>
        </w:rPr>
        <w:t>ПЕНИНГСКОЕ</w:t>
      </w:r>
      <w:r w:rsidRPr="00967EF8">
        <w:rPr>
          <w:b/>
          <w:sz w:val="24"/>
        </w:rPr>
        <w:t xml:space="preserve">  СЕЛЬСКОЕ ПОСЕЛЕНИЕ »</w:t>
      </w:r>
    </w:p>
    <w:p w:rsidR="00505ADB" w:rsidRPr="00967EF8" w:rsidRDefault="00505ADB" w:rsidP="00097E15">
      <w:pPr>
        <w:pStyle w:val="Heading3"/>
        <w:ind w:left="0"/>
        <w:jc w:val="left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 xml:space="preserve">                  АДМИНИСТРАЦИЯ  </w:t>
      </w:r>
      <w:r>
        <w:rPr>
          <w:rFonts w:ascii="Times New Roman" w:hAnsi="Times New Roman"/>
          <w:b/>
        </w:rPr>
        <w:t>ПЕНИНГСКОГО</w:t>
      </w:r>
      <w:r w:rsidRPr="00967EF8">
        <w:rPr>
          <w:rFonts w:ascii="Times New Roman" w:hAnsi="Times New Roman"/>
          <w:b/>
        </w:rPr>
        <w:t xml:space="preserve">  СЕЛЬСКОГО  ПОСЕЛЕНИЯ</w:t>
      </w:r>
    </w:p>
    <w:p w:rsidR="00505ADB" w:rsidRDefault="00505ADB" w:rsidP="00244E37">
      <w:pPr>
        <w:ind w:left="851"/>
        <w:jc w:val="center"/>
        <w:rPr>
          <w:sz w:val="24"/>
        </w:rPr>
      </w:pPr>
    </w:p>
    <w:p w:rsidR="00505ADB" w:rsidRPr="00097E15" w:rsidRDefault="00505ADB" w:rsidP="00A71F98">
      <w:pPr>
        <w:jc w:val="center"/>
        <w:rPr>
          <w:b/>
          <w:sz w:val="24"/>
        </w:rPr>
      </w:pPr>
      <w:r w:rsidRPr="00097E15">
        <w:rPr>
          <w:b/>
          <w:sz w:val="24"/>
        </w:rPr>
        <w:t>ПОСТАНОВЛЕНИЕ</w:t>
      </w:r>
    </w:p>
    <w:p w:rsidR="00505ADB" w:rsidRDefault="00505ADB" w:rsidP="00244E37">
      <w:pPr>
        <w:rPr>
          <w:sz w:val="24"/>
        </w:rPr>
      </w:pPr>
      <w:r>
        <w:rPr>
          <w:sz w:val="24"/>
        </w:rPr>
        <w:t xml:space="preserve">                                                                          </w:t>
      </w:r>
    </w:p>
    <w:p w:rsidR="00505ADB" w:rsidRPr="00967EF8" w:rsidRDefault="00505ADB" w:rsidP="00244E37">
      <w:pPr>
        <w:rPr>
          <w:b/>
          <w:sz w:val="24"/>
        </w:rPr>
      </w:pPr>
      <w:r w:rsidRPr="00967EF8">
        <w:rPr>
          <w:b/>
          <w:sz w:val="24"/>
        </w:rPr>
        <w:t xml:space="preserve"> </w:t>
      </w:r>
      <w:r>
        <w:rPr>
          <w:sz w:val="24"/>
        </w:rPr>
        <w:t xml:space="preserve">От 11 февраля </w:t>
      </w:r>
      <w:r w:rsidRPr="00650F02">
        <w:rPr>
          <w:sz w:val="24"/>
        </w:rPr>
        <w:t xml:space="preserve"> 20</w:t>
      </w:r>
      <w:r>
        <w:rPr>
          <w:sz w:val="24"/>
        </w:rPr>
        <w:t>21</w:t>
      </w:r>
      <w:r w:rsidRPr="00650F02">
        <w:rPr>
          <w:sz w:val="24"/>
        </w:rPr>
        <w:t xml:space="preserve"> года                                   </w:t>
      </w:r>
      <w:r>
        <w:rPr>
          <w:sz w:val="24"/>
        </w:rPr>
        <w:t xml:space="preserve">                     </w:t>
      </w:r>
      <w:r>
        <w:rPr>
          <w:b/>
          <w:sz w:val="24"/>
        </w:rPr>
        <w:t xml:space="preserve">                    № 2</w:t>
      </w:r>
    </w:p>
    <w:p w:rsidR="00505ADB" w:rsidRDefault="00505ADB" w:rsidP="00244E37">
      <w:pPr>
        <w:rPr>
          <w:sz w:val="24"/>
        </w:rPr>
      </w:pPr>
    </w:p>
    <w:p w:rsidR="00505ADB" w:rsidRDefault="00505ADB" w:rsidP="00244E37">
      <w:pPr>
        <w:rPr>
          <w:sz w:val="24"/>
        </w:rPr>
      </w:pPr>
    </w:p>
    <w:p w:rsidR="00505ADB" w:rsidRPr="00650F02" w:rsidRDefault="00505ADB" w:rsidP="006B5E00">
      <w:pPr>
        <w:ind w:right="4819"/>
        <w:jc w:val="both"/>
        <w:rPr>
          <w:sz w:val="24"/>
        </w:rPr>
      </w:pPr>
      <w:r w:rsidRPr="00650F02">
        <w:rPr>
          <w:sz w:val="24"/>
        </w:rPr>
        <w:t>О назначении публичных слушаний по</w:t>
      </w:r>
      <w:r>
        <w:rPr>
          <w:sz w:val="24"/>
        </w:rPr>
        <w:t xml:space="preserve"> </w:t>
      </w:r>
      <w:r w:rsidRPr="00650F02">
        <w:rPr>
          <w:sz w:val="24"/>
        </w:rPr>
        <w:t>внесению изменений в Правила землепользования</w:t>
      </w:r>
      <w:r>
        <w:rPr>
          <w:sz w:val="24"/>
        </w:rPr>
        <w:t xml:space="preserve"> </w:t>
      </w:r>
      <w:r w:rsidRPr="00650F02">
        <w:rPr>
          <w:sz w:val="24"/>
        </w:rPr>
        <w:t xml:space="preserve">и застройки </w:t>
      </w:r>
      <w:r>
        <w:rPr>
          <w:sz w:val="24"/>
        </w:rPr>
        <w:t>Пенингского</w:t>
      </w:r>
      <w:r w:rsidRPr="00650F02">
        <w:rPr>
          <w:sz w:val="24"/>
        </w:rPr>
        <w:t xml:space="preserve"> сельского поселения</w:t>
      </w:r>
    </w:p>
    <w:p w:rsidR="00505ADB" w:rsidRPr="007C7056" w:rsidRDefault="00505ADB" w:rsidP="00EA7208">
      <w:pPr>
        <w:ind w:firstLine="720"/>
        <w:jc w:val="both"/>
        <w:rPr>
          <w:b/>
          <w:color w:val="000000"/>
          <w:sz w:val="22"/>
          <w:szCs w:val="22"/>
        </w:rPr>
      </w:pPr>
    </w:p>
    <w:p w:rsidR="00505ADB" w:rsidRDefault="00505ADB" w:rsidP="00EA7208">
      <w:pPr>
        <w:jc w:val="both"/>
        <w:rPr>
          <w:sz w:val="24"/>
        </w:rPr>
      </w:pPr>
      <w:r>
        <w:rPr>
          <w:sz w:val="24"/>
        </w:rPr>
        <w:t xml:space="preserve">       </w:t>
      </w:r>
      <w:r>
        <w:rPr>
          <w:sz w:val="24"/>
        </w:rPr>
        <w:tab/>
        <w:t xml:space="preserve"> 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 и пункта 1 статьи 3 Положения о порядке проведения публичных слушаний в муниципальном образовании «Пенингское сельское поселение», утвержденного решением Совета Пенингского сельского поселения,  администрация Пенингского сельского поселения</w:t>
      </w:r>
      <w:r w:rsidRPr="00650F02">
        <w:rPr>
          <w:sz w:val="24"/>
        </w:rPr>
        <w:t xml:space="preserve"> </w:t>
      </w:r>
      <w:r>
        <w:rPr>
          <w:sz w:val="24"/>
        </w:rPr>
        <w:t xml:space="preserve"> </w:t>
      </w:r>
      <w:r w:rsidRPr="00650F02">
        <w:rPr>
          <w:b/>
          <w:spacing w:val="60"/>
          <w:sz w:val="24"/>
        </w:rPr>
        <w:t>постановляет:</w:t>
      </w:r>
    </w:p>
    <w:p w:rsidR="00505ADB" w:rsidRDefault="00505ADB" w:rsidP="00EA7208">
      <w:pPr>
        <w:jc w:val="both"/>
        <w:rPr>
          <w:sz w:val="24"/>
        </w:rPr>
      </w:pPr>
      <w:r>
        <w:rPr>
          <w:sz w:val="24"/>
        </w:rPr>
        <w:t xml:space="preserve">           </w:t>
      </w:r>
    </w:p>
    <w:p w:rsidR="00505ADB" w:rsidRPr="00557CEF" w:rsidRDefault="00505ADB" w:rsidP="00EA7208">
      <w:pPr>
        <w:ind w:firstLine="720"/>
        <w:jc w:val="both"/>
        <w:rPr>
          <w:sz w:val="24"/>
        </w:rPr>
      </w:pPr>
      <w:r>
        <w:rPr>
          <w:sz w:val="24"/>
        </w:rPr>
        <w:t xml:space="preserve">1. Назначить публичные </w:t>
      </w:r>
      <w:r w:rsidRPr="00557CEF">
        <w:rPr>
          <w:sz w:val="24"/>
        </w:rPr>
        <w:t xml:space="preserve">слушания по  внесению изменений в Правила землепользования и застройки </w:t>
      </w:r>
      <w:r>
        <w:rPr>
          <w:sz w:val="24"/>
        </w:rPr>
        <w:t>Пенингского</w:t>
      </w:r>
      <w:r w:rsidRPr="00557CEF">
        <w:rPr>
          <w:sz w:val="24"/>
        </w:rPr>
        <w:t xml:space="preserve"> сельского поселения</w:t>
      </w:r>
      <w:r>
        <w:rPr>
          <w:sz w:val="24"/>
        </w:rPr>
        <w:t xml:space="preserve"> (далее по тексту ПЗЗ)</w:t>
      </w:r>
      <w:r w:rsidRPr="00557CEF">
        <w:rPr>
          <w:sz w:val="24"/>
        </w:rPr>
        <w:t xml:space="preserve">, на </w:t>
      </w:r>
      <w:r>
        <w:rPr>
          <w:sz w:val="24"/>
        </w:rPr>
        <w:t xml:space="preserve">31 марта </w:t>
      </w:r>
      <w:r w:rsidRPr="00557CEF">
        <w:rPr>
          <w:sz w:val="24"/>
        </w:rPr>
        <w:t>20</w:t>
      </w:r>
      <w:r>
        <w:rPr>
          <w:sz w:val="24"/>
        </w:rPr>
        <w:t xml:space="preserve">21 </w:t>
      </w:r>
      <w:r w:rsidRPr="00557CEF">
        <w:rPr>
          <w:sz w:val="24"/>
        </w:rPr>
        <w:t xml:space="preserve">года в </w:t>
      </w:r>
      <w:r>
        <w:rPr>
          <w:sz w:val="24"/>
        </w:rPr>
        <w:t>14</w:t>
      </w:r>
      <w:r w:rsidRPr="00557CEF">
        <w:rPr>
          <w:sz w:val="24"/>
        </w:rPr>
        <w:t>.</w:t>
      </w:r>
      <w:r>
        <w:rPr>
          <w:sz w:val="24"/>
        </w:rPr>
        <w:t>0</w:t>
      </w:r>
      <w:r w:rsidRPr="00557CEF">
        <w:rPr>
          <w:sz w:val="24"/>
        </w:rPr>
        <w:t xml:space="preserve">0 час. (время московское),  в части </w:t>
      </w:r>
      <w:r>
        <w:rPr>
          <w:sz w:val="24"/>
        </w:rPr>
        <w:t xml:space="preserve">изменения </w:t>
      </w:r>
      <w:r w:rsidRPr="00557CEF">
        <w:rPr>
          <w:sz w:val="24"/>
        </w:rPr>
        <w:t>градостроительных регламентов:</w:t>
      </w:r>
    </w:p>
    <w:p w:rsidR="00505ADB" w:rsidRPr="002F3D75" w:rsidRDefault="00505ADB" w:rsidP="002F3D75">
      <w:pPr>
        <w:pStyle w:val="ListParagraph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Cs w:val="20"/>
        </w:rPr>
      </w:pPr>
      <w:r w:rsidRPr="002F3D75">
        <w:rPr>
          <w:szCs w:val="20"/>
        </w:rPr>
        <w:t xml:space="preserve">Виды разрешенного использования земельных участков приводятся в соответствие Классификатору видов разрешенного использования земельных участков, утвержденному приказом Минэкономразвития России от 01.09.2014 г. № 540. </w:t>
      </w:r>
    </w:p>
    <w:p w:rsidR="00505ADB" w:rsidRPr="002F3D75" w:rsidRDefault="00505ADB" w:rsidP="002F3D75">
      <w:pPr>
        <w:pStyle w:val="ListParagraph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Cs w:val="20"/>
        </w:rPr>
      </w:pPr>
      <w:r w:rsidRPr="002F3D75">
        <w:rPr>
          <w:szCs w:val="20"/>
        </w:rPr>
        <w:t>Основные виды разрешенного использования,  установленные для территориальной зоны - охранная зона размещения прибрежных и защитных лесов З(Л), таблица 2.9.1,  дополн</w:t>
      </w:r>
      <w:r>
        <w:rPr>
          <w:szCs w:val="20"/>
        </w:rPr>
        <w:t>яются</w:t>
      </w:r>
      <w:r w:rsidRPr="002F3D75">
        <w:rPr>
          <w:szCs w:val="20"/>
        </w:rPr>
        <w:t xml:space="preserve"> видом разрешенного использования, туристическое обслуживание (5.2.1).</w:t>
      </w:r>
    </w:p>
    <w:p w:rsidR="00505ADB" w:rsidRPr="00557CEF" w:rsidRDefault="00505ADB" w:rsidP="00EE15D7">
      <w:pPr>
        <w:jc w:val="both"/>
        <w:rPr>
          <w:sz w:val="24"/>
        </w:rPr>
      </w:pPr>
      <w:r>
        <w:rPr>
          <w:sz w:val="24"/>
        </w:rPr>
        <w:t xml:space="preserve"> </w:t>
      </w:r>
      <w:r w:rsidRPr="00557CEF">
        <w:rPr>
          <w:sz w:val="24"/>
        </w:rPr>
        <w:tab/>
      </w:r>
      <w:r>
        <w:rPr>
          <w:sz w:val="24"/>
        </w:rPr>
        <w:t xml:space="preserve"> </w:t>
      </w:r>
      <w:r w:rsidRPr="00557CEF">
        <w:rPr>
          <w:sz w:val="24"/>
        </w:rPr>
        <w:t xml:space="preserve">Место проведения – здание администрации </w:t>
      </w:r>
      <w:r>
        <w:rPr>
          <w:sz w:val="24"/>
        </w:rPr>
        <w:t>Пенингского</w:t>
      </w:r>
      <w:r w:rsidRPr="00557CEF">
        <w:rPr>
          <w:sz w:val="24"/>
        </w:rPr>
        <w:t xml:space="preserve"> сельского поселения по адресу:</w:t>
      </w:r>
      <w:r w:rsidRPr="00660C7B">
        <w:rPr>
          <w:sz w:val="24"/>
        </w:rPr>
        <w:t xml:space="preserve"> </w:t>
      </w:r>
      <w:r w:rsidRPr="00557CEF">
        <w:rPr>
          <w:sz w:val="24"/>
        </w:rPr>
        <w:t>1869</w:t>
      </w:r>
      <w:r>
        <w:rPr>
          <w:sz w:val="24"/>
        </w:rPr>
        <w:t>50,</w:t>
      </w:r>
      <w:r w:rsidRPr="00557CEF">
        <w:rPr>
          <w:sz w:val="24"/>
        </w:rPr>
        <w:t xml:space="preserve"> РФ, Республика Карелия, Муезерский район, </w:t>
      </w:r>
      <w:r>
        <w:rPr>
          <w:sz w:val="24"/>
        </w:rPr>
        <w:t>п.Пенинга</w:t>
      </w:r>
      <w:r w:rsidRPr="00557CEF">
        <w:rPr>
          <w:sz w:val="24"/>
        </w:rPr>
        <w:t>, ул.</w:t>
      </w:r>
      <w:r>
        <w:rPr>
          <w:sz w:val="24"/>
        </w:rPr>
        <w:t>Мира</w:t>
      </w:r>
      <w:r w:rsidRPr="00557CEF">
        <w:rPr>
          <w:sz w:val="24"/>
        </w:rPr>
        <w:t>, д.1</w:t>
      </w:r>
      <w:r>
        <w:rPr>
          <w:sz w:val="24"/>
        </w:rPr>
        <w:t>8</w:t>
      </w:r>
      <w:r w:rsidRPr="00557CEF">
        <w:rPr>
          <w:sz w:val="24"/>
        </w:rPr>
        <w:t>.</w:t>
      </w:r>
    </w:p>
    <w:p w:rsidR="00505ADB" w:rsidRPr="00557CEF" w:rsidRDefault="00505ADB" w:rsidP="008301BC">
      <w:pPr>
        <w:ind w:firstLine="720"/>
        <w:jc w:val="both"/>
        <w:rPr>
          <w:sz w:val="24"/>
        </w:rPr>
      </w:pPr>
      <w:r w:rsidRPr="00557CEF">
        <w:rPr>
          <w:sz w:val="24"/>
        </w:rPr>
        <w:t xml:space="preserve">Участники публичных слушаний не позднее, чем за 2 дня до проведения публичных слушаний вправе представлять в комиссию по подготовке проекта </w:t>
      </w:r>
      <w:r>
        <w:rPr>
          <w:sz w:val="24"/>
        </w:rPr>
        <w:t xml:space="preserve">ПЗЗ </w:t>
      </w:r>
      <w:r w:rsidRPr="00557CEF">
        <w:rPr>
          <w:sz w:val="24"/>
        </w:rPr>
        <w:t>свои предложения и замечания, касающиеся рассматриваемых градостроительных регламентов, для включения их в протокол публичных слушаний.</w:t>
      </w:r>
    </w:p>
    <w:p w:rsidR="00505ADB" w:rsidRPr="00557CEF" w:rsidRDefault="00505ADB" w:rsidP="00874AA6">
      <w:pPr>
        <w:jc w:val="both"/>
        <w:rPr>
          <w:sz w:val="24"/>
        </w:rPr>
      </w:pPr>
      <w:r w:rsidRPr="00557CEF">
        <w:rPr>
          <w:sz w:val="24"/>
        </w:rPr>
        <w:tab/>
      </w:r>
      <w:r>
        <w:rPr>
          <w:sz w:val="24"/>
        </w:rPr>
        <w:t>К</w:t>
      </w:r>
      <w:r w:rsidRPr="00557CEF">
        <w:rPr>
          <w:sz w:val="24"/>
        </w:rPr>
        <w:t>омисси</w:t>
      </w:r>
      <w:r>
        <w:rPr>
          <w:sz w:val="24"/>
        </w:rPr>
        <w:t xml:space="preserve">я </w:t>
      </w:r>
      <w:r w:rsidRPr="000A6C94">
        <w:rPr>
          <w:sz w:val="24"/>
        </w:rPr>
        <w:t>по подготовке проекта правил землепользования и застройки</w:t>
      </w:r>
      <w:r w:rsidRPr="00557CEF">
        <w:rPr>
          <w:sz w:val="24"/>
        </w:rPr>
        <w:t>: 1869</w:t>
      </w:r>
      <w:r>
        <w:rPr>
          <w:sz w:val="24"/>
        </w:rPr>
        <w:t>6</w:t>
      </w:r>
      <w:r w:rsidRPr="00557CEF">
        <w:rPr>
          <w:sz w:val="24"/>
        </w:rPr>
        <w:t>0, РК, Муезерский район, п.</w:t>
      </w:r>
      <w:r>
        <w:rPr>
          <w:sz w:val="24"/>
        </w:rPr>
        <w:t>Муезерскй</w:t>
      </w:r>
      <w:r w:rsidRPr="00557CEF">
        <w:rPr>
          <w:sz w:val="24"/>
        </w:rPr>
        <w:t>, ул.</w:t>
      </w:r>
      <w:r>
        <w:rPr>
          <w:sz w:val="24"/>
        </w:rPr>
        <w:t>Октябрьская</w:t>
      </w:r>
      <w:r w:rsidRPr="00557CEF">
        <w:rPr>
          <w:sz w:val="24"/>
        </w:rPr>
        <w:t>, д.</w:t>
      </w:r>
      <w:r>
        <w:rPr>
          <w:sz w:val="24"/>
        </w:rPr>
        <w:t>28, каб.35</w:t>
      </w:r>
      <w:r w:rsidRPr="00557CEF">
        <w:rPr>
          <w:sz w:val="24"/>
        </w:rPr>
        <w:t>.</w:t>
      </w:r>
    </w:p>
    <w:p w:rsidR="00505ADB" w:rsidRPr="00557CEF" w:rsidRDefault="00505ADB" w:rsidP="008301BC">
      <w:pPr>
        <w:pStyle w:val="ConsPlusNormal"/>
        <w:widowControl/>
        <w:jc w:val="both"/>
        <w:rPr>
          <w:rFonts w:ascii="Times New Roman" w:hAnsi="Times New Roman" w:cs="Times New Roman"/>
          <w:sz w:val="24"/>
        </w:rPr>
      </w:pPr>
      <w:r w:rsidRPr="00557CEF">
        <w:rPr>
          <w:rFonts w:ascii="Times New Roman" w:hAnsi="Times New Roman" w:cs="Times New Roman"/>
          <w:sz w:val="24"/>
        </w:rPr>
        <w:t xml:space="preserve">Телефон для справок: (881455) </w:t>
      </w:r>
      <w:r>
        <w:rPr>
          <w:rFonts w:ascii="Times New Roman" w:hAnsi="Times New Roman" w:cs="Times New Roman"/>
          <w:sz w:val="24"/>
        </w:rPr>
        <w:t>33096</w:t>
      </w:r>
      <w:r w:rsidRPr="00557CEF">
        <w:rPr>
          <w:rFonts w:ascii="Times New Roman" w:hAnsi="Times New Roman" w:cs="Times New Roman"/>
          <w:sz w:val="24"/>
        </w:rPr>
        <w:t>;</w:t>
      </w:r>
    </w:p>
    <w:p w:rsidR="00505ADB" w:rsidRPr="00557CEF" w:rsidRDefault="00505ADB" w:rsidP="008301BC">
      <w:pPr>
        <w:pStyle w:val="ConsPlusNormal"/>
        <w:widowControl/>
        <w:jc w:val="both"/>
        <w:rPr>
          <w:rFonts w:ascii="Times New Roman" w:hAnsi="Times New Roman" w:cs="Times New Roman"/>
          <w:sz w:val="24"/>
        </w:rPr>
      </w:pPr>
      <w:r w:rsidRPr="00557CEF">
        <w:rPr>
          <w:rFonts w:ascii="Times New Roman" w:hAnsi="Times New Roman" w:cs="Times New Roman"/>
          <w:sz w:val="24"/>
        </w:rPr>
        <w:t>График приема заявителей: понедельник-четверг с 09:00 до 17:00, обед с 13:00 до 14:00, в предпраздничные дни с 09:00 до 16:00.</w:t>
      </w:r>
    </w:p>
    <w:p w:rsidR="00505ADB" w:rsidRPr="00557CEF" w:rsidRDefault="00505ADB" w:rsidP="008301BC">
      <w:pPr>
        <w:pStyle w:val="ConsPlusNormal"/>
        <w:widowControl/>
        <w:jc w:val="both"/>
        <w:rPr>
          <w:rFonts w:ascii="Times New Roman" w:hAnsi="Times New Roman" w:cs="Times New Roman"/>
          <w:sz w:val="24"/>
        </w:rPr>
      </w:pPr>
      <w:r w:rsidRPr="00557CEF">
        <w:rPr>
          <w:rFonts w:ascii="Times New Roman" w:hAnsi="Times New Roman" w:cs="Times New Roman"/>
          <w:sz w:val="24"/>
        </w:rPr>
        <w:t xml:space="preserve">Адрес электронной почты: </w:t>
      </w:r>
      <w:r>
        <w:rPr>
          <w:rFonts w:ascii="Times New Roman" w:hAnsi="Times New Roman" w:cs="Times New Roman"/>
          <w:sz w:val="24"/>
          <w:lang w:val="en-US"/>
        </w:rPr>
        <w:t>mueadmin</w:t>
      </w:r>
      <w:r w:rsidRPr="00557CEF">
        <w:rPr>
          <w:rFonts w:ascii="Times New Roman" w:hAnsi="Times New Roman" w:cs="Times New Roman"/>
          <w:sz w:val="24"/>
        </w:rPr>
        <w:t>@</w:t>
      </w:r>
      <w:r>
        <w:rPr>
          <w:rFonts w:ascii="Times New Roman" w:hAnsi="Times New Roman" w:cs="Times New Roman"/>
          <w:sz w:val="24"/>
          <w:lang w:val="en-US"/>
        </w:rPr>
        <w:t>inbox</w:t>
      </w:r>
      <w:r w:rsidRPr="00557CEF">
        <w:rPr>
          <w:rFonts w:ascii="Times New Roman" w:hAnsi="Times New Roman" w:cs="Times New Roman"/>
          <w:sz w:val="24"/>
        </w:rPr>
        <w:t>.ru.</w:t>
      </w:r>
    </w:p>
    <w:p w:rsidR="00505ADB" w:rsidRPr="00557CEF" w:rsidRDefault="00505ADB" w:rsidP="008301BC">
      <w:pPr>
        <w:ind w:firstLine="720"/>
        <w:jc w:val="both"/>
        <w:rPr>
          <w:sz w:val="24"/>
        </w:rPr>
      </w:pPr>
      <w:r w:rsidRPr="00557CEF">
        <w:rPr>
          <w:sz w:val="24"/>
        </w:rPr>
        <w:t>2. С проект</w:t>
      </w:r>
      <w:r>
        <w:rPr>
          <w:sz w:val="24"/>
        </w:rPr>
        <w:t>о</w:t>
      </w:r>
      <w:r w:rsidRPr="00557CEF">
        <w:rPr>
          <w:sz w:val="24"/>
        </w:rPr>
        <w:t>м можно ознакомиться:</w:t>
      </w:r>
    </w:p>
    <w:p w:rsidR="00505ADB" w:rsidRPr="00557CEF" w:rsidRDefault="00505ADB" w:rsidP="008301BC">
      <w:pPr>
        <w:ind w:firstLine="720"/>
        <w:jc w:val="both"/>
        <w:rPr>
          <w:sz w:val="24"/>
        </w:rPr>
      </w:pPr>
      <w:r w:rsidRPr="00557CEF">
        <w:rPr>
          <w:sz w:val="24"/>
        </w:rPr>
        <w:t xml:space="preserve">- на официальном сайте администрации Муезерского муниципального района в сети Интернет http://www.muezersky.ru, в разделе  – Градостроительная деятельность -  Градостроительное зонирование - Проект внесения изменений в Правила землепользования и застройки </w:t>
      </w:r>
      <w:r>
        <w:rPr>
          <w:sz w:val="24"/>
        </w:rPr>
        <w:t>Пенингского</w:t>
      </w:r>
      <w:r w:rsidRPr="00557CEF">
        <w:rPr>
          <w:sz w:val="24"/>
        </w:rPr>
        <w:t xml:space="preserve"> сельского поселения от </w:t>
      </w:r>
      <w:r>
        <w:rPr>
          <w:sz w:val="24"/>
        </w:rPr>
        <w:t>05</w:t>
      </w:r>
      <w:r w:rsidRPr="00557CEF">
        <w:rPr>
          <w:sz w:val="24"/>
        </w:rPr>
        <w:t>.0</w:t>
      </w:r>
      <w:r>
        <w:rPr>
          <w:sz w:val="24"/>
        </w:rPr>
        <w:t>2</w:t>
      </w:r>
      <w:r w:rsidRPr="00557CEF">
        <w:rPr>
          <w:sz w:val="24"/>
        </w:rPr>
        <w:t>.20</w:t>
      </w:r>
      <w:r>
        <w:rPr>
          <w:sz w:val="24"/>
        </w:rPr>
        <w:t>2</w:t>
      </w:r>
      <w:r w:rsidRPr="00557CEF">
        <w:rPr>
          <w:sz w:val="24"/>
        </w:rPr>
        <w:t xml:space="preserve">1 г. </w:t>
      </w:r>
    </w:p>
    <w:p w:rsidR="00505ADB" w:rsidRPr="00557CEF" w:rsidRDefault="00505ADB" w:rsidP="004C2DA0">
      <w:pPr>
        <w:jc w:val="both"/>
        <w:rPr>
          <w:sz w:val="24"/>
        </w:rPr>
      </w:pPr>
      <w:r w:rsidRPr="00557CEF">
        <w:rPr>
          <w:sz w:val="24"/>
        </w:rPr>
        <w:tab/>
        <w:t xml:space="preserve">3. Разместить проект по внесению изменений в Правила землепользования  и застройки </w:t>
      </w:r>
      <w:r>
        <w:rPr>
          <w:sz w:val="24"/>
        </w:rPr>
        <w:t>Пенингского</w:t>
      </w:r>
      <w:r w:rsidRPr="00557CEF">
        <w:rPr>
          <w:sz w:val="24"/>
        </w:rPr>
        <w:t xml:space="preserve"> сельского поселения на информационных стендах в п.</w:t>
      </w:r>
      <w:r>
        <w:rPr>
          <w:sz w:val="24"/>
        </w:rPr>
        <w:t>Пенинга</w:t>
      </w:r>
      <w:r w:rsidRPr="00557CEF">
        <w:rPr>
          <w:sz w:val="24"/>
        </w:rPr>
        <w:t xml:space="preserve">,  на официальном – сайте  Муезерского муниципального района с адресом доступа - </w:t>
      </w:r>
      <w:hyperlink r:id="rId5" w:history="1">
        <w:r w:rsidRPr="00557CEF">
          <w:rPr>
            <w:sz w:val="24"/>
          </w:rPr>
          <w:t>http://www.muezersky.ru</w:t>
        </w:r>
      </w:hyperlink>
      <w:r w:rsidRPr="00557CEF">
        <w:rPr>
          <w:sz w:val="24"/>
        </w:rPr>
        <w:t>.</w:t>
      </w:r>
    </w:p>
    <w:p w:rsidR="00505ADB" w:rsidRPr="00557CEF" w:rsidRDefault="00505ADB" w:rsidP="008301BC">
      <w:pPr>
        <w:jc w:val="both"/>
        <w:rPr>
          <w:sz w:val="24"/>
        </w:rPr>
      </w:pPr>
      <w:r w:rsidRPr="00557CEF">
        <w:rPr>
          <w:sz w:val="24"/>
        </w:rPr>
        <w:t xml:space="preserve">             4</w:t>
      </w:r>
      <w:bookmarkStart w:id="0" w:name="_GoBack"/>
      <w:bookmarkEnd w:id="0"/>
      <w:r w:rsidRPr="00557CEF">
        <w:rPr>
          <w:sz w:val="24"/>
        </w:rPr>
        <w:t>. Результаты проведения публичных слушаний оформить протоколом</w:t>
      </w:r>
      <w:r>
        <w:rPr>
          <w:sz w:val="24"/>
        </w:rPr>
        <w:t xml:space="preserve"> и заключением о результатах публичных слушаний</w:t>
      </w:r>
      <w:r w:rsidRPr="00557CEF">
        <w:rPr>
          <w:sz w:val="24"/>
        </w:rPr>
        <w:t>.</w:t>
      </w:r>
    </w:p>
    <w:p w:rsidR="00505ADB" w:rsidRPr="00557CEF" w:rsidRDefault="00505ADB" w:rsidP="008301BC">
      <w:pPr>
        <w:jc w:val="both"/>
        <w:rPr>
          <w:sz w:val="24"/>
        </w:rPr>
      </w:pPr>
      <w:r w:rsidRPr="00557CEF">
        <w:rPr>
          <w:sz w:val="24"/>
        </w:rPr>
        <w:t xml:space="preserve">             5. Настоящее постановление вступает в силу с момента его обнародования, путем вывешивания на доске объявлений и размещения на официальном – сайте  Муезерского муниципального района с адресом доступа - </w:t>
      </w:r>
      <w:hyperlink r:id="rId6" w:history="1">
        <w:r w:rsidRPr="00557CEF">
          <w:rPr>
            <w:sz w:val="24"/>
          </w:rPr>
          <w:t>http://www.muezersky.ru</w:t>
        </w:r>
      </w:hyperlink>
      <w:r w:rsidRPr="00557CEF">
        <w:rPr>
          <w:sz w:val="24"/>
        </w:rPr>
        <w:t>., газете «Муезерсклес».</w:t>
      </w:r>
    </w:p>
    <w:p w:rsidR="00505ADB" w:rsidRDefault="00505ADB" w:rsidP="008301BC">
      <w:pPr>
        <w:ind w:firstLine="720"/>
        <w:jc w:val="center"/>
        <w:rPr>
          <w:sz w:val="24"/>
        </w:rPr>
      </w:pPr>
    </w:p>
    <w:p w:rsidR="00505ADB" w:rsidRPr="00557CEF" w:rsidRDefault="00505ADB" w:rsidP="008301BC">
      <w:pPr>
        <w:ind w:firstLine="720"/>
        <w:jc w:val="center"/>
        <w:rPr>
          <w:sz w:val="24"/>
        </w:rPr>
      </w:pPr>
    </w:p>
    <w:p w:rsidR="00505ADB" w:rsidRPr="008301BC" w:rsidRDefault="00505ADB" w:rsidP="00A71F98">
      <w:pPr>
        <w:jc w:val="center"/>
        <w:rPr>
          <w:sz w:val="24"/>
        </w:rPr>
      </w:pPr>
      <w:r>
        <w:rPr>
          <w:sz w:val="24"/>
        </w:rPr>
        <w:t>Глава Пенингского сельского поселения                                                                 М.В.Зайцев</w:t>
      </w:r>
    </w:p>
    <w:p w:rsidR="00505ADB" w:rsidRPr="008301BC" w:rsidRDefault="00505ADB" w:rsidP="00244E37">
      <w:pPr>
        <w:jc w:val="both"/>
        <w:rPr>
          <w:sz w:val="24"/>
        </w:rPr>
      </w:pPr>
    </w:p>
    <w:sectPr w:rsidR="00505ADB" w:rsidRPr="008301BC" w:rsidSect="00C91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7362B7"/>
    <w:multiLevelType w:val="hybridMultilevel"/>
    <w:tmpl w:val="120C96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19B8"/>
    <w:rsid w:val="00097E15"/>
    <w:rsid w:val="000A6C94"/>
    <w:rsid w:val="000D3CBD"/>
    <w:rsid w:val="00125528"/>
    <w:rsid w:val="001919B8"/>
    <w:rsid w:val="00196A72"/>
    <w:rsid w:val="001B1F0A"/>
    <w:rsid w:val="0022286F"/>
    <w:rsid w:val="00235C4A"/>
    <w:rsid w:val="00244E37"/>
    <w:rsid w:val="002B0182"/>
    <w:rsid w:val="002F3D75"/>
    <w:rsid w:val="0030243D"/>
    <w:rsid w:val="00305FD8"/>
    <w:rsid w:val="00320770"/>
    <w:rsid w:val="003A0FCD"/>
    <w:rsid w:val="00403F17"/>
    <w:rsid w:val="004242C2"/>
    <w:rsid w:val="00444D85"/>
    <w:rsid w:val="00482865"/>
    <w:rsid w:val="004A43E8"/>
    <w:rsid w:val="004C2DA0"/>
    <w:rsid w:val="004D04C7"/>
    <w:rsid w:val="004F4BF7"/>
    <w:rsid w:val="00505ADB"/>
    <w:rsid w:val="00557CEF"/>
    <w:rsid w:val="005650EF"/>
    <w:rsid w:val="005C5CB0"/>
    <w:rsid w:val="0060596C"/>
    <w:rsid w:val="006440D3"/>
    <w:rsid w:val="00650F02"/>
    <w:rsid w:val="00660C7B"/>
    <w:rsid w:val="006B14C3"/>
    <w:rsid w:val="006B5E00"/>
    <w:rsid w:val="00713656"/>
    <w:rsid w:val="00755E88"/>
    <w:rsid w:val="007C7056"/>
    <w:rsid w:val="0081183F"/>
    <w:rsid w:val="008301BC"/>
    <w:rsid w:val="00874AA6"/>
    <w:rsid w:val="00875BF8"/>
    <w:rsid w:val="008817D9"/>
    <w:rsid w:val="0088311F"/>
    <w:rsid w:val="00887C4F"/>
    <w:rsid w:val="0090640B"/>
    <w:rsid w:val="00914805"/>
    <w:rsid w:val="009228DF"/>
    <w:rsid w:val="00952ED8"/>
    <w:rsid w:val="00967EF8"/>
    <w:rsid w:val="00995AB8"/>
    <w:rsid w:val="009B463F"/>
    <w:rsid w:val="009F7A8C"/>
    <w:rsid w:val="00A71F98"/>
    <w:rsid w:val="00B55201"/>
    <w:rsid w:val="00BC1EA8"/>
    <w:rsid w:val="00BF4723"/>
    <w:rsid w:val="00C5622D"/>
    <w:rsid w:val="00C71057"/>
    <w:rsid w:val="00C9178B"/>
    <w:rsid w:val="00DF0087"/>
    <w:rsid w:val="00DF2E5D"/>
    <w:rsid w:val="00E2376F"/>
    <w:rsid w:val="00E84316"/>
    <w:rsid w:val="00EA7208"/>
    <w:rsid w:val="00EB5F2D"/>
    <w:rsid w:val="00EE15D7"/>
    <w:rsid w:val="00EF51CF"/>
    <w:rsid w:val="00F0158A"/>
    <w:rsid w:val="00F05D31"/>
    <w:rsid w:val="00F5380D"/>
    <w:rsid w:val="00F87046"/>
    <w:rsid w:val="00FC3D11"/>
    <w:rsid w:val="00FE1A2C"/>
    <w:rsid w:val="00FE5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E37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44E37"/>
    <w:rPr>
      <w:rFonts w:ascii="Arial" w:hAnsi="Arial" w:cs="Times New Roman"/>
      <w:sz w:val="20"/>
      <w:szCs w:val="20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244E37"/>
    <w:rPr>
      <w:rFonts w:ascii="Arial" w:hAnsi="Arial" w:cs="Times New Roman"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semiHidden/>
    <w:rsid w:val="00244E37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EA720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NormalWeb">
    <w:name w:val="Normal (Web)"/>
    <w:basedOn w:val="Normal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2F3D75"/>
    <w:pPr>
      <w:overflowPunct/>
      <w:autoSpaceDE/>
      <w:autoSpaceDN/>
      <w:adjustRightInd/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45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uezersky.ru/" TargetMode="Externa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276</TotalTime>
  <Pages>2</Pages>
  <Words>548</Words>
  <Characters>3124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ПЕНИНГАДМИН</cp:lastModifiedBy>
  <cp:revision>40</cp:revision>
  <cp:lastPrinted>2021-02-11T06:58:00Z</cp:lastPrinted>
  <dcterms:created xsi:type="dcterms:W3CDTF">2016-12-06T09:09:00Z</dcterms:created>
  <dcterms:modified xsi:type="dcterms:W3CDTF">2021-02-11T13:11:00Z</dcterms:modified>
</cp:coreProperties>
</file>